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A12" w:rsidRDefault="00685A12" w:rsidP="00EE5FEF">
      <w:pPr>
        <w:jc w:val="center"/>
        <w:rPr>
          <w:b/>
          <w:bCs/>
          <w:sz w:val="32"/>
          <w:szCs w:val="32"/>
          <w:u w:val="single"/>
        </w:rPr>
      </w:pPr>
      <w:r w:rsidRPr="00EE5FEF">
        <w:rPr>
          <w:b/>
          <w:bCs/>
          <w:sz w:val="32"/>
          <w:szCs w:val="32"/>
          <w:u w:val="single"/>
        </w:rPr>
        <w:t>PARTICIPANT’S INFORMATION</w:t>
      </w:r>
    </w:p>
    <w:p w:rsidR="00685A12" w:rsidRDefault="00685A12" w:rsidP="00EE5FEF">
      <w:pPr>
        <w:rPr>
          <w:sz w:val="32"/>
          <w:szCs w:val="32"/>
        </w:rPr>
      </w:pPr>
      <w:r>
        <w:rPr>
          <w:sz w:val="32"/>
          <w:szCs w:val="32"/>
        </w:rPr>
        <w:t>Name: Justin Wagner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85A12" w:rsidRDefault="00685A12" w:rsidP="00EE5FEF">
      <w:pPr>
        <w:rPr>
          <w:sz w:val="32"/>
          <w:szCs w:val="32"/>
        </w:rPr>
      </w:pPr>
      <w:r>
        <w:rPr>
          <w:sz w:val="32"/>
          <w:szCs w:val="32"/>
        </w:rPr>
        <w:t>Home Address: 5014 Ridgeway Drive</w:t>
      </w:r>
      <w:r>
        <w:rPr>
          <w:sz w:val="32"/>
          <w:szCs w:val="32"/>
        </w:rPr>
        <w:tab/>
      </w:r>
    </w:p>
    <w:p w:rsidR="00685A12" w:rsidRDefault="00685A12" w:rsidP="00EE5FEF">
      <w:pPr>
        <w:rPr>
          <w:sz w:val="32"/>
          <w:szCs w:val="32"/>
        </w:rPr>
      </w:pPr>
      <w:r>
        <w:rPr>
          <w:sz w:val="32"/>
          <w:szCs w:val="32"/>
        </w:rPr>
        <w:t>Home Phone: 712-755-2433</w:t>
      </w:r>
    </w:p>
    <w:p w:rsidR="00685A12" w:rsidRDefault="00685A12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School Address: 2102 Durant St. Harlan, Iowa </w:t>
      </w:r>
    </w:p>
    <w:p w:rsidR="00685A12" w:rsidRDefault="00685A12" w:rsidP="00EE5FEF">
      <w:pPr>
        <w:rPr>
          <w:sz w:val="32"/>
          <w:szCs w:val="32"/>
        </w:rPr>
      </w:pPr>
      <w:r>
        <w:rPr>
          <w:sz w:val="32"/>
          <w:szCs w:val="32"/>
        </w:rPr>
        <w:t>School Phone: 712-755-3101</w:t>
      </w:r>
    </w:p>
    <w:p w:rsidR="00685A12" w:rsidRDefault="00685A12" w:rsidP="00EE5FEF">
      <w:pPr>
        <w:rPr>
          <w:sz w:val="32"/>
          <w:szCs w:val="32"/>
        </w:rPr>
      </w:pPr>
      <w:r>
        <w:rPr>
          <w:sz w:val="32"/>
          <w:szCs w:val="32"/>
        </w:rPr>
        <w:t>School E-mail: jwagner@harlan.k12.ia.us</w:t>
      </w:r>
    </w:p>
    <w:p w:rsidR="00685A12" w:rsidRDefault="00685A12" w:rsidP="00EE5FEF">
      <w:pPr>
        <w:rPr>
          <w:sz w:val="32"/>
          <w:szCs w:val="32"/>
        </w:rPr>
      </w:pPr>
      <w:r>
        <w:rPr>
          <w:sz w:val="32"/>
          <w:szCs w:val="32"/>
        </w:rPr>
        <w:t>Home E-mail: same as above</w:t>
      </w:r>
    </w:p>
    <w:p w:rsidR="00685A12" w:rsidRDefault="00685A12" w:rsidP="00EE5FEF">
      <w:pPr>
        <w:rPr>
          <w:sz w:val="32"/>
          <w:szCs w:val="32"/>
        </w:rPr>
      </w:pPr>
      <w:r>
        <w:rPr>
          <w:sz w:val="32"/>
          <w:szCs w:val="32"/>
        </w:rPr>
        <w:t>Current Position: Principal at HCHS</w:t>
      </w:r>
    </w:p>
    <w:p w:rsidR="00685A12" w:rsidRDefault="00685A12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</w:t>
      </w:r>
    </w:p>
    <w:p w:rsidR="00685A12" w:rsidRPr="00EE5FEF" w:rsidRDefault="00685A12" w:rsidP="00EE5FEF">
      <w:pPr>
        <w:rPr>
          <w:sz w:val="32"/>
          <w:szCs w:val="32"/>
        </w:rPr>
      </w:pPr>
      <w:r>
        <w:rPr>
          <w:sz w:val="32"/>
          <w:szCs w:val="32"/>
        </w:rPr>
        <w:t>An effective way in which to evaluate administrators in the district.</w:t>
      </w:r>
    </w:p>
    <w:sectPr w:rsidR="00685A12" w:rsidRPr="00EE5FEF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15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6930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5A12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B3D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60</Words>
  <Characters>344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PARTICIPANT’S INFORMATION</dc:title>
  <dc:subject/>
  <dc:creator>Loess Hills</dc:creator>
  <cp:keywords/>
  <dc:description/>
  <cp:lastModifiedBy>jwagner</cp:lastModifiedBy>
  <cp:revision>2</cp:revision>
  <dcterms:created xsi:type="dcterms:W3CDTF">2009-09-09T16:39:00Z</dcterms:created>
  <dcterms:modified xsi:type="dcterms:W3CDTF">2009-09-09T16:39:00Z</dcterms:modified>
</cp:coreProperties>
</file>